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r w:rsidR="00D1073A">
        <w:t>clareadmin</w:t>
      </w:r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D1073A">
        <w:rPr>
          <w:rFonts w:hint="eastAsia"/>
        </w:rPr>
        <w:t>基线菜单</w:t>
      </w:r>
      <w:bookmarkEnd w:id="4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r w:rsidR="00D1073A">
        <w:t>172.16.100.1</w:t>
      </w:r>
      <w:bookmarkEnd w:id="5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D1073A">
        <w:rPr>
          <w:rFonts w:hint="eastAsia"/>
        </w:rPr>
        <w:t>否</w:t>
      </w:r>
      <w:bookmarkEnd w:id="7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8" w:name="时区"/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D1073A">
        <w:rPr>
          <w:rFonts w:hint="eastAsia"/>
        </w:rPr>
        <w:t>否</w:t>
      </w:r>
      <w:bookmarkEnd w:id="13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bookmarkEnd w:id="17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D1073A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1073A" w:rsidRDefault="00D1073A" w:rsidP="00D0321A">
      <w:pPr>
        <w:pStyle w:val="a5"/>
        <w:ind w:left="360" w:firstLineChars="0" w:firstLine="0"/>
      </w:pPr>
      <w:bookmarkStart w:id="20" w:name="PTZ协议"/>
      <w:r>
        <w:rPr>
          <w:rFonts w:hint="eastAsia"/>
        </w:rPr>
        <w:t>IPC</w:t>
      </w:r>
      <w:r>
        <w:rPr>
          <w:rFonts w:hint="eastAsia"/>
        </w:rPr>
        <w:t>协议</w:t>
      </w:r>
      <w:r>
        <w:rPr>
          <w:rFonts w:hint="eastAsia"/>
        </w:rPr>
        <w:t>: HIKVISION</w:t>
      </w:r>
      <w:r>
        <w:rPr>
          <w:rFonts w:hint="eastAsia"/>
        </w:rPr>
        <w:t>改成</w:t>
      </w:r>
      <w:r>
        <w:rPr>
          <w:rFonts w:hint="eastAsia"/>
        </w:rPr>
        <w:t>ClareVision</w:t>
      </w:r>
      <w:r>
        <w:rPr>
          <w:rFonts w:hint="eastAsia"/>
        </w:rPr>
        <w:t>；</w:t>
      </w:r>
    </w:p>
    <w:p w:rsidR="00D0321A" w:rsidRDefault="00D1073A" w:rsidP="00D0321A">
      <w:pPr>
        <w:pStyle w:val="a5"/>
        <w:ind w:left="360" w:firstLineChars="0" w:firstLine="0"/>
      </w:pPr>
      <w:r>
        <w:rPr>
          <w:rFonts w:hint="eastAsia"/>
        </w:rPr>
        <w:t>PTZ</w:t>
      </w:r>
      <w:r>
        <w:rPr>
          <w:rFonts w:hint="eastAsia"/>
        </w:rPr>
        <w:t>协议</w:t>
      </w:r>
      <w:r>
        <w:rPr>
          <w:rFonts w:hint="eastAsia"/>
        </w:rPr>
        <w:t>:HIKVISION</w:t>
      </w:r>
      <w:r>
        <w:rPr>
          <w:rFonts w:hint="eastAsia"/>
        </w:rPr>
        <w:t>改成</w:t>
      </w:r>
      <w:r>
        <w:rPr>
          <w:rFonts w:hint="eastAsia"/>
        </w:rPr>
        <w:t>ClareVision</w:t>
      </w:r>
      <w:bookmarkEnd w:id="20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1" w:name="码流类型"/>
      <w:bookmarkEnd w:id="21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2" w:name="定制重启"/>
      <w:bookmarkEnd w:id="22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3" w:name="预览权限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4" w:name="序列号显示"/>
      <w:r w:rsidR="00D1073A">
        <w:rPr>
          <w:rFonts w:hint="eastAsia"/>
        </w:rPr>
        <w:t>一致</w:t>
      </w:r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5" w:name="版本号显示"/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6" w:name="T1定制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串口定制"/>
      <w:bookmarkEnd w:id="27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Default="00D1073A" w:rsidP="00E75A02">
      <w:pPr>
        <w:pStyle w:val="a5"/>
        <w:ind w:left="360" w:firstLineChars="0" w:firstLine="0"/>
      </w:pPr>
      <w:bookmarkStart w:id="28" w:name="其它"/>
      <w:r>
        <w:rPr>
          <w:rFonts w:hint="eastAsia"/>
        </w:rPr>
        <w:t>默认时区：</w:t>
      </w:r>
      <w:r>
        <w:rPr>
          <w:rFonts w:hint="eastAsia"/>
        </w:rPr>
        <w:t>-5</w:t>
      </w:r>
      <w:bookmarkEnd w:id="28"/>
    </w:p>
    <w:p w:rsidR="00DC5092" w:rsidRDefault="00DC5092" w:rsidP="00E75A02">
      <w:pPr>
        <w:pStyle w:val="a5"/>
        <w:ind w:left="360" w:firstLineChars="0" w:firstLine="0"/>
        <w:rPr>
          <w:rFonts w:hint="eastAsia"/>
        </w:rPr>
      </w:pPr>
      <w:r w:rsidRPr="00DC5092">
        <w:rPr>
          <w:rFonts w:hint="eastAsia"/>
        </w:rPr>
        <w:t>dhcp</w:t>
      </w:r>
      <w:r w:rsidRPr="00DC5092">
        <w:rPr>
          <w:rFonts w:hint="eastAsia"/>
        </w:rPr>
        <w:t>默认开启</w:t>
      </w:r>
    </w:p>
    <w:p w:rsidR="004717D8" w:rsidRPr="008F2B18" w:rsidRDefault="004717D8" w:rsidP="00E75A02">
      <w:pPr>
        <w:pStyle w:val="a5"/>
        <w:ind w:left="360" w:firstLineChars="0" w:firstLine="0"/>
      </w:pPr>
      <w:r>
        <w:rPr>
          <w:rFonts w:hint="eastAsia"/>
        </w:rPr>
        <w:t>默认开启</w:t>
      </w:r>
      <w:r>
        <w:rPr>
          <w:rFonts w:hint="eastAsia"/>
        </w:rPr>
        <w:t>Auto DST</w:t>
      </w:r>
      <w:bookmarkStart w:id="29" w:name="_GoBack"/>
      <w:bookmarkEnd w:id="29"/>
    </w:p>
    <w:sectPr w:rsidR="004717D8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717D8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1073A"/>
    <w:rsid w:val="00D95D14"/>
    <w:rsid w:val="00DC5092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D69D6-27CA-4D84-A382-C63EA555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18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20</cp:revision>
  <dcterms:created xsi:type="dcterms:W3CDTF">2017-03-23T06:52:00Z</dcterms:created>
  <dcterms:modified xsi:type="dcterms:W3CDTF">2017-12-06T11:45:00Z</dcterms:modified>
</cp:coreProperties>
</file>